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E5F" w:rsidRPr="00350985" w:rsidRDefault="00D60E5F" w:rsidP="00D60E5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50985">
        <w:rPr>
          <w:rFonts w:ascii="Corbel" w:hAnsi="Corbel"/>
          <w:b/>
          <w:smallCaps/>
          <w:sz w:val="24"/>
          <w:szCs w:val="24"/>
        </w:rPr>
        <w:t>SYLABUS</w:t>
      </w:r>
    </w:p>
    <w:p w:rsidR="00D60E5F" w:rsidRPr="00350985" w:rsidRDefault="00D60E5F" w:rsidP="00D60E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50985">
        <w:rPr>
          <w:rFonts w:ascii="Corbel" w:hAnsi="Corbel"/>
          <w:b/>
          <w:smallCaps/>
          <w:sz w:val="24"/>
          <w:szCs w:val="24"/>
        </w:rPr>
        <w:t>dotyczy cyklu kształcenia</w:t>
      </w:r>
      <w:r w:rsidRPr="00350985">
        <w:rPr>
          <w:rFonts w:ascii="Corbel" w:hAnsi="Corbel"/>
          <w:i/>
          <w:smallCaps/>
          <w:sz w:val="24"/>
          <w:szCs w:val="24"/>
        </w:rPr>
        <w:t xml:space="preserve"> </w:t>
      </w:r>
      <w:r w:rsidRPr="00350985">
        <w:rPr>
          <w:rFonts w:ascii="Corbel" w:hAnsi="Corbel"/>
          <w:b/>
          <w:smallCaps/>
          <w:sz w:val="24"/>
          <w:szCs w:val="24"/>
        </w:rPr>
        <w:t>202</w:t>
      </w:r>
      <w:r w:rsidR="000F12D7">
        <w:rPr>
          <w:rFonts w:ascii="Corbel" w:hAnsi="Corbel"/>
          <w:b/>
          <w:smallCaps/>
          <w:sz w:val="24"/>
          <w:szCs w:val="24"/>
        </w:rPr>
        <w:t>1</w:t>
      </w:r>
      <w:r w:rsidRPr="00350985">
        <w:rPr>
          <w:rFonts w:ascii="Corbel" w:hAnsi="Corbel"/>
          <w:b/>
          <w:smallCaps/>
          <w:sz w:val="24"/>
          <w:szCs w:val="24"/>
        </w:rPr>
        <w:t xml:space="preserve"> - 202</w:t>
      </w:r>
      <w:r w:rsidR="000F12D7">
        <w:rPr>
          <w:rFonts w:ascii="Corbel" w:hAnsi="Corbel"/>
          <w:b/>
          <w:smallCaps/>
          <w:sz w:val="24"/>
          <w:szCs w:val="24"/>
        </w:rPr>
        <w:t>6</w:t>
      </w:r>
    </w:p>
    <w:p w:rsidR="00AC4363" w:rsidRPr="00350985" w:rsidRDefault="00D60E5F" w:rsidP="00D60E5F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350985">
        <w:rPr>
          <w:rFonts w:ascii="Corbel" w:hAnsi="Corbel"/>
          <w:sz w:val="24"/>
          <w:szCs w:val="24"/>
        </w:rPr>
        <w:t xml:space="preserve">Rok akademicki </w:t>
      </w:r>
      <w:r w:rsidRPr="00350985">
        <w:rPr>
          <w:rFonts w:ascii="Corbel" w:hAnsi="Corbel"/>
          <w:b/>
          <w:sz w:val="24"/>
          <w:szCs w:val="24"/>
        </w:rPr>
        <w:t>202</w:t>
      </w:r>
      <w:r w:rsidR="000F12D7">
        <w:rPr>
          <w:rFonts w:ascii="Corbel" w:hAnsi="Corbel"/>
          <w:b/>
          <w:sz w:val="24"/>
          <w:szCs w:val="24"/>
        </w:rPr>
        <w:t>2</w:t>
      </w:r>
      <w:r w:rsidRPr="00350985">
        <w:rPr>
          <w:rFonts w:ascii="Corbel" w:hAnsi="Corbel"/>
          <w:b/>
          <w:sz w:val="24"/>
          <w:szCs w:val="24"/>
        </w:rPr>
        <w:t>/202</w:t>
      </w:r>
      <w:r w:rsidR="000F12D7">
        <w:rPr>
          <w:rFonts w:ascii="Corbel" w:hAnsi="Corbel"/>
          <w:b/>
          <w:sz w:val="24"/>
          <w:szCs w:val="24"/>
        </w:rPr>
        <w:t>3</w:t>
      </w:r>
      <w:r w:rsidRPr="00350985">
        <w:rPr>
          <w:rFonts w:ascii="Corbel" w:hAnsi="Corbel"/>
          <w:b/>
          <w:sz w:val="24"/>
          <w:szCs w:val="24"/>
        </w:rPr>
        <w:t>-202</w:t>
      </w:r>
      <w:r w:rsidR="000F12D7">
        <w:rPr>
          <w:rFonts w:ascii="Corbel" w:hAnsi="Corbel"/>
          <w:b/>
          <w:sz w:val="24"/>
          <w:szCs w:val="24"/>
        </w:rPr>
        <w:t>3</w:t>
      </w:r>
      <w:r w:rsidRPr="00350985">
        <w:rPr>
          <w:rFonts w:ascii="Corbel" w:hAnsi="Corbel"/>
          <w:b/>
          <w:sz w:val="24"/>
          <w:szCs w:val="24"/>
        </w:rPr>
        <w:t>/202</w:t>
      </w:r>
      <w:r w:rsidR="000F12D7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9406AC" w:rsidRPr="00350985" w:rsidRDefault="009406AC" w:rsidP="00D60E5F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85747A" w:rsidRPr="0035098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50985">
        <w:rPr>
          <w:rFonts w:ascii="Corbel" w:hAnsi="Corbel"/>
          <w:szCs w:val="24"/>
        </w:rPr>
        <w:t xml:space="preserve">1. </w:t>
      </w:r>
      <w:r w:rsidR="0085747A" w:rsidRPr="00350985">
        <w:rPr>
          <w:rFonts w:ascii="Corbel" w:hAnsi="Corbel"/>
          <w:szCs w:val="24"/>
        </w:rPr>
        <w:t xml:space="preserve">Podstawowe </w:t>
      </w:r>
      <w:r w:rsidR="00445970" w:rsidRPr="0035098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50985" w:rsidTr="00B819C8">
        <w:tc>
          <w:tcPr>
            <w:tcW w:w="2694" w:type="dxa"/>
            <w:vAlign w:val="center"/>
          </w:tcPr>
          <w:p w:rsidR="0085747A" w:rsidRPr="003509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50985" w:rsidRDefault="00D60E5F" w:rsidP="00D60E5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t</w:t>
            </w:r>
            <w:r w:rsidR="00001399" w:rsidRPr="00350985">
              <w:rPr>
                <w:rFonts w:ascii="Corbel" w:hAnsi="Corbel"/>
                <w:sz w:val="24"/>
                <w:szCs w:val="24"/>
              </w:rPr>
              <w:t xml:space="preserve">eorie interwencji i rehabilitacji medycznej osób </w:t>
            </w:r>
            <w:r w:rsidRPr="00350985">
              <w:rPr>
                <w:rFonts w:ascii="Corbel" w:hAnsi="Corbel"/>
                <w:sz w:val="24"/>
                <w:szCs w:val="24"/>
              </w:rPr>
              <w:br/>
            </w:r>
            <w:r w:rsidR="00001399" w:rsidRPr="00350985">
              <w:rPr>
                <w:rFonts w:ascii="Corbel" w:hAnsi="Corbel"/>
                <w:sz w:val="24"/>
                <w:szCs w:val="24"/>
              </w:rPr>
              <w:t>z niepełnosprawnością intelektualną i sprzężoną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60E5F" w:rsidRPr="00350985" w:rsidRDefault="00A64386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Kolegium Nauk Medycznych, Instytut Fizjoterapii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II i III rok, 4 i 5 semestr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 xml:space="preserve">dr hab. Remigiusz Kijak, prof. UR </w:t>
            </w:r>
          </w:p>
        </w:tc>
      </w:tr>
      <w:tr w:rsidR="00D60E5F" w:rsidRPr="00350985" w:rsidTr="00B819C8">
        <w:tc>
          <w:tcPr>
            <w:tcW w:w="2694" w:type="dxa"/>
            <w:vAlign w:val="center"/>
          </w:tcPr>
          <w:p w:rsidR="00D60E5F" w:rsidRPr="00350985" w:rsidRDefault="00D60E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0E5F" w:rsidRPr="00350985" w:rsidRDefault="00D60E5F" w:rsidP="00BF6F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 xml:space="preserve">Dr n. o </w:t>
            </w:r>
            <w:proofErr w:type="spellStart"/>
            <w:r w:rsidRPr="00350985">
              <w:rPr>
                <w:rFonts w:ascii="Corbel" w:hAnsi="Corbel"/>
                <w:b w:val="0"/>
                <w:sz w:val="24"/>
                <w:szCs w:val="24"/>
              </w:rPr>
              <w:t>zdr</w:t>
            </w:r>
            <w:proofErr w:type="spellEnd"/>
            <w:r w:rsidRPr="00350985">
              <w:rPr>
                <w:rFonts w:ascii="Corbel" w:hAnsi="Corbel"/>
                <w:b w:val="0"/>
                <w:sz w:val="24"/>
                <w:szCs w:val="24"/>
              </w:rPr>
              <w:t>. Justyna Podgórska – Bednarz</w:t>
            </w:r>
          </w:p>
        </w:tc>
      </w:tr>
    </w:tbl>
    <w:p w:rsidR="0085747A" w:rsidRPr="00350985" w:rsidRDefault="0085747A" w:rsidP="00C10D20">
      <w:pPr>
        <w:pStyle w:val="Podpunkty"/>
        <w:ind w:left="0"/>
        <w:rPr>
          <w:rFonts w:ascii="Corbel" w:hAnsi="Corbel"/>
          <w:sz w:val="24"/>
          <w:szCs w:val="24"/>
        </w:rPr>
      </w:pPr>
      <w:r w:rsidRPr="00350985">
        <w:rPr>
          <w:rFonts w:ascii="Corbel" w:hAnsi="Corbel"/>
          <w:sz w:val="24"/>
          <w:szCs w:val="24"/>
        </w:rPr>
        <w:t xml:space="preserve">* </w:t>
      </w:r>
      <w:r w:rsidRPr="00350985">
        <w:rPr>
          <w:rFonts w:ascii="Corbel" w:hAnsi="Corbel"/>
          <w:i/>
          <w:sz w:val="24"/>
          <w:szCs w:val="24"/>
        </w:rPr>
        <w:t>-</w:t>
      </w:r>
      <w:r w:rsidR="00B90885" w:rsidRPr="003509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50985">
        <w:rPr>
          <w:rFonts w:ascii="Corbel" w:hAnsi="Corbel"/>
          <w:b w:val="0"/>
          <w:sz w:val="24"/>
          <w:szCs w:val="24"/>
        </w:rPr>
        <w:t>e,</w:t>
      </w:r>
      <w:r w:rsidR="00DD09AD" w:rsidRPr="00350985">
        <w:rPr>
          <w:rFonts w:ascii="Corbel" w:hAnsi="Corbel"/>
          <w:b w:val="0"/>
          <w:sz w:val="24"/>
          <w:szCs w:val="24"/>
        </w:rPr>
        <w:t xml:space="preserve"> </w:t>
      </w:r>
      <w:r w:rsidRPr="0035098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509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509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50985" w:rsidRDefault="0085747A" w:rsidP="00CA3C33">
      <w:pPr>
        <w:pStyle w:val="Podpunkty"/>
        <w:ind w:left="284"/>
        <w:rPr>
          <w:rFonts w:ascii="Corbel" w:hAnsi="Corbel"/>
          <w:sz w:val="24"/>
          <w:szCs w:val="24"/>
        </w:rPr>
      </w:pPr>
      <w:r w:rsidRPr="00350985">
        <w:rPr>
          <w:rFonts w:ascii="Corbel" w:hAnsi="Corbel"/>
          <w:sz w:val="24"/>
          <w:szCs w:val="24"/>
        </w:rPr>
        <w:t>1.</w:t>
      </w:r>
      <w:r w:rsidR="00E22FBC" w:rsidRPr="00350985">
        <w:rPr>
          <w:rFonts w:ascii="Corbel" w:hAnsi="Corbel"/>
          <w:sz w:val="24"/>
          <w:szCs w:val="24"/>
        </w:rPr>
        <w:t>1</w:t>
      </w:r>
      <w:r w:rsidRPr="0035098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229"/>
        <w:gridCol w:w="1612"/>
      </w:tblGrid>
      <w:tr w:rsidR="00015B8F" w:rsidRPr="00350985" w:rsidTr="00D60E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Semestr</w:t>
            </w:r>
          </w:p>
          <w:p w:rsidR="00015B8F" w:rsidRPr="0035098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(</w:t>
            </w:r>
            <w:r w:rsidR="00363F78" w:rsidRPr="0035098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0985">
              <w:rPr>
                <w:rFonts w:ascii="Corbel" w:hAnsi="Corbel"/>
                <w:szCs w:val="24"/>
              </w:rPr>
              <w:t>Wykł</w:t>
            </w:r>
            <w:proofErr w:type="spellEnd"/>
            <w:r w:rsidRPr="003509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0985">
              <w:rPr>
                <w:rFonts w:ascii="Corbel" w:hAnsi="Corbel"/>
                <w:szCs w:val="24"/>
              </w:rPr>
              <w:t>Konw</w:t>
            </w:r>
            <w:proofErr w:type="spellEnd"/>
            <w:r w:rsidRPr="003509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0985">
              <w:rPr>
                <w:rFonts w:ascii="Corbel" w:hAnsi="Corbel"/>
                <w:szCs w:val="24"/>
              </w:rPr>
              <w:t>Sem</w:t>
            </w:r>
            <w:proofErr w:type="spellEnd"/>
            <w:r w:rsidRPr="003509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0985">
              <w:rPr>
                <w:rFonts w:ascii="Corbel" w:hAnsi="Corbel"/>
                <w:szCs w:val="24"/>
              </w:rPr>
              <w:t>Prakt</w:t>
            </w:r>
            <w:proofErr w:type="spellEnd"/>
            <w:r w:rsidRPr="003509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0985" w:rsidRDefault="00D60E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509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50985">
              <w:rPr>
                <w:rFonts w:ascii="Corbel" w:hAnsi="Corbel"/>
                <w:b/>
                <w:szCs w:val="24"/>
              </w:rPr>
              <w:t>Liczba pkt</w:t>
            </w:r>
            <w:r w:rsidR="00B90885" w:rsidRPr="00350985">
              <w:rPr>
                <w:rFonts w:ascii="Corbel" w:hAnsi="Corbel"/>
                <w:b/>
                <w:szCs w:val="24"/>
              </w:rPr>
              <w:t>.</w:t>
            </w:r>
            <w:r w:rsidRPr="0035098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10D20" w:rsidRPr="00350985" w:rsidTr="00D60E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20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C10D20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C10D20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C10D20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C10D20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C10D20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C10D20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D20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4</w:t>
            </w:r>
          </w:p>
        </w:tc>
      </w:tr>
      <w:tr w:rsidR="0040227D" w:rsidRPr="00350985" w:rsidTr="00D60E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7D" w:rsidRPr="00350985" w:rsidRDefault="0040227D" w:rsidP="004022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szCs w:val="24"/>
              </w:rPr>
              <w:t>4</w:t>
            </w:r>
          </w:p>
        </w:tc>
      </w:tr>
    </w:tbl>
    <w:p w:rsidR="00923D7D" w:rsidRPr="00350985" w:rsidRDefault="00923D7D" w:rsidP="00C10D2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5098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>1.</w:t>
      </w:r>
      <w:r w:rsidR="00E22FBC" w:rsidRPr="00350985">
        <w:rPr>
          <w:rFonts w:ascii="Corbel" w:hAnsi="Corbel"/>
          <w:smallCaps w:val="0"/>
          <w:szCs w:val="24"/>
        </w:rPr>
        <w:t>2</w:t>
      </w:r>
      <w:r w:rsidR="00F83B28" w:rsidRPr="00350985">
        <w:rPr>
          <w:rFonts w:ascii="Corbel" w:hAnsi="Corbel"/>
          <w:smallCaps w:val="0"/>
          <w:szCs w:val="24"/>
        </w:rPr>
        <w:t>.</w:t>
      </w:r>
      <w:r w:rsidR="00F83B28" w:rsidRPr="00350985">
        <w:rPr>
          <w:rFonts w:ascii="Corbel" w:hAnsi="Corbel"/>
          <w:smallCaps w:val="0"/>
          <w:szCs w:val="24"/>
        </w:rPr>
        <w:tab/>
      </w:r>
      <w:r w:rsidRPr="00350985">
        <w:rPr>
          <w:rFonts w:ascii="Corbel" w:hAnsi="Corbel"/>
          <w:smallCaps w:val="0"/>
          <w:szCs w:val="24"/>
        </w:rPr>
        <w:t xml:space="preserve">Sposób realizacji zajęć  </w:t>
      </w:r>
    </w:p>
    <w:p w:rsidR="00D60E5F" w:rsidRPr="00350985" w:rsidRDefault="00D60E5F" w:rsidP="00D60E5F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350985">
        <w:rPr>
          <w:rFonts w:ascii="Corbel" w:eastAsia="MS Gothic" w:hAnsi="Corbel"/>
          <w:b w:val="0"/>
          <w:szCs w:val="24"/>
        </w:rPr>
        <w:sym w:font="Wingdings" w:char="F078"/>
      </w:r>
      <w:r w:rsidRPr="00350985">
        <w:rPr>
          <w:rFonts w:ascii="Corbel" w:eastAsia="MS Gothic" w:hAnsi="Corbel"/>
          <w:b w:val="0"/>
          <w:szCs w:val="24"/>
        </w:rPr>
        <w:t xml:space="preserve"> </w:t>
      </w:r>
      <w:r w:rsidRPr="00350985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35098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35098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60E5F" w:rsidRPr="0035098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 xml:space="preserve">1.3 </w:t>
      </w:r>
      <w:r w:rsidR="00F83B28" w:rsidRPr="00350985">
        <w:rPr>
          <w:rFonts w:ascii="Corbel" w:hAnsi="Corbel"/>
          <w:smallCaps w:val="0"/>
          <w:szCs w:val="24"/>
        </w:rPr>
        <w:tab/>
      </w:r>
      <w:r w:rsidRPr="00350985">
        <w:rPr>
          <w:rFonts w:ascii="Corbel" w:hAnsi="Corbel"/>
          <w:smallCaps w:val="0"/>
          <w:szCs w:val="24"/>
        </w:rPr>
        <w:t>For</w:t>
      </w:r>
      <w:r w:rsidR="00445970" w:rsidRPr="00350985">
        <w:rPr>
          <w:rFonts w:ascii="Corbel" w:hAnsi="Corbel"/>
          <w:smallCaps w:val="0"/>
          <w:szCs w:val="24"/>
        </w:rPr>
        <w:t xml:space="preserve">ma zaliczenia przedmiotu </w:t>
      </w:r>
      <w:r w:rsidRPr="00350985">
        <w:rPr>
          <w:rFonts w:ascii="Corbel" w:hAnsi="Corbel"/>
          <w:smallCaps w:val="0"/>
          <w:szCs w:val="24"/>
        </w:rPr>
        <w:t xml:space="preserve"> (z toku) </w:t>
      </w:r>
    </w:p>
    <w:p w:rsidR="00D232C7" w:rsidRPr="00350985" w:rsidRDefault="00D60E5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b w:val="0"/>
          <w:smallCaps w:val="0"/>
          <w:szCs w:val="24"/>
        </w:rPr>
        <w:tab/>
        <w:t>wykłady:</w:t>
      </w:r>
      <w:r w:rsidR="00D232C7" w:rsidRPr="00350985">
        <w:rPr>
          <w:rFonts w:ascii="Corbel" w:hAnsi="Corbel"/>
          <w:b w:val="0"/>
          <w:smallCaps w:val="0"/>
          <w:szCs w:val="24"/>
        </w:rPr>
        <w:t xml:space="preserve"> zaliczenie</w:t>
      </w:r>
      <w:r w:rsidRPr="00350985">
        <w:rPr>
          <w:rFonts w:ascii="Corbel" w:hAnsi="Corbel"/>
          <w:b w:val="0"/>
          <w:smallCaps w:val="0"/>
          <w:szCs w:val="24"/>
        </w:rPr>
        <w:t xml:space="preserve"> bez oceny</w:t>
      </w:r>
    </w:p>
    <w:p w:rsidR="00D232C7" w:rsidRPr="00350985" w:rsidRDefault="00D60E5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b w:val="0"/>
          <w:smallCaps w:val="0"/>
          <w:szCs w:val="24"/>
        </w:rPr>
        <w:tab/>
        <w:t>warsztaty:</w:t>
      </w:r>
      <w:r w:rsidR="00D232C7" w:rsidRPr="00350985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D232C7" w:rsidRPr="00350985" w:rsidRDefault="00D60E5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b w:val="0"/>
          <w:smallCaps w:val="0"/>
          <w:szCs w:val="24"/>
        </w:rPr>
        <w:tab/>
        <w:t>całość przedmiotu:</w:t>
      </w:r>
      <w:r w:rsidR="00D232C7" w:rsidRPr="00350985">
        <w:rPr>
          <w:rFonts w:ascii="Corbel" w:hAnsi="Corbel"/>
          <w:b w:val="0"/>
          <w:smallCaps w:val="0"/>
          <w:szCs w:val="24"/>
        </w:rPr>
        <w:t xml:space="preserve"> egzamin</w:t>
      </w:r>
    </w:p>
    <w:p w:rsidR="00D232C7" w:rsidRPr="00350985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3509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5098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50985" w:rsidTr="00745302">
        <w:tc>
          <w:tcPr>
            <w:tcW w:w="9670" w:type="dxa"/>
          </w:tcPr>
          <w:p w:rsidR="0085747A" w:rsidRPr="00350985" w:rsidRDefault="00D60E5F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85747A" w:rsidRPr="003509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50985">
        <w:rPr>
          <w:rFonts w:ascii="Corbel" w:hAnsi="Corbel"/>
          <w:szCs w:val="24"/>
        </w:rPr>
        <w:t>3.</w:t>
      </w:r>
      <w:r w:rsidR="00A84C85" w:rsidRPr="00350985">
        <w:rPr>
          <w:rFonts w:ascii="Corbel" w:hAnsi="Corbel"/>
          <w:szCs w:val="24"/>
        </w:rPr>
        <w:t>cele, efekty uczenia się</w:t>
      </w:r>
      <w:r w:rsidR="0085747A" w:rsidRPr="0035098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509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50985" w:rsidRDefault="0071620A" w:rsidP="00D60E5F">
      <w:pPr>
        <w:pStyle w:val="Podpunkty"/>
        <w:rPr>
          <w:rFonts w:ascii="Corbel" w:hAnsi="Corbel"/>
          <w:sz w:val="24"/>
          <w:szCs w:val="24"/>
        </w:rPr>
      </w:pPr>
      <w:r w:rsidRPr="00350985">
        <w:rPr>
          <w:rFonts w:ascii="Corbel" w:hAnsi="Corbel"/>
          <w:sz w:val="24"/>
          <w:szCs w:val="24"/>
        </w:rPr>
        <w:t xml:space="preserve">3.1 </w:t>
      </w:r>
      <w:r w:rsidR="00C05F44" w:rsidRPr="00350985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50985" w:rsidTr="00923D7D">
        <w:tc>
          <w:tcPr>
            <w:tcW w:w="851" w:type="dxa"/>
            <w:vAlign w:val="center"/>
          </w:tcPr>
          <w:p w:rsidR="0085747A" w:rsidRPr="00350985" w:rsidRDefault="0085747A" w:rsidP="00E9456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85747A" w:rsidRPr="00350985" w:rsidRDefault="00D60E5F" w:rsidP="00D60E5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Dostarczenie podstawowej wiedzy na temat współczesnych teorii interwencji i rehabilitacji medycznej – w aspekcie osób z niepełnosprawnością intelektualną i niepełnosprawnością sprzężoną.</w:t>
            </w:r>
          </w:p>
        </w:tc>
      </w:tr>
      <w:tr w:rsidR="0085747A" w:rsidRPr="00350985" w:rsidTr="00923D7D">
        <w:tc>
          <w:tcPr>
            <w:tcW w:w="851" w:type="dxa"/>
            <w:vAlign w:val="center"/>
          </w:tcPr>
          <w:p w:rsidR="0085747A" w:rsidRPr="00350985" w:rsidRDefault="004C5E06" w:rsidP="00E9456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50985" w:rsidRDefault="00D60E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0985">
              <w:rPr>
                <w:rFonts w:ascii="Corbel" w:hAnsi="Corbel"/>
                <w:b w:val="0"/>
                <w:sz w:val="24"/>
                <w:szCs w:val="24"/>
              </w:rPr>
              <w:t>Przygotowanie studentów do pracy w interdyscyplinarnym zespole terapeutycznym.</w:t>
            </w:r>
          </w:p>
        </w:tc>
      </w:tr>
    </w:tbl>
    <w:p w:rsidR="0085747A" w:rsidRPr="003509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50985" w:rsidRDefault="009F4610" w:rsidP="006341F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50985">
        <w:rPr>
          <w:rFonts w:ascii="Corbel" w:hAnsi="Corbel"/>
          <w:b/>
          <w:sz w:val="24"/>
          <w:szCs w:val="24"/>
        </w:rPr>
        <w:t xml:space="preserve">3.2 </w:t>
      </w:r>
      <w:r w:rsidR="001D7B54" w:rsidRPr="00350985">
        <w:rPr>
          <w:rFonts w:ascii="Corbel" w:hAnsi="Corbel"/>
          <w:b/>
          <w:sz w:val="24"/>
          <w:szCs w:val="24"/>
        </w:rPr>
        <w:t xml:space="preserve">Efekty </w:t>
      </w:r>
      <w:r w:rsidR="00C05F44" w:rsidRPr="0035098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50985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163D17" w:rsidRPr="00350985" w:rsidTr="006341F1">
        <w:tc>
          <w:tcPr>
            <w:tcW w:w="1681" w:type="dxa"/>
            <w:vAlign w:val="center"/>
          </w:tcPr>
          <w:p w:rsidR="0085747A" w:rsidRPr="0035098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5098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5098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35098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350985" w:rsidRDefault="0085747A" w:rsidP="001F0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6341F1" w:rsidRPr="00350985" w:rsidTr="006341F1">
        <w:tc>
          <w:tcPr>
            <w:tcW w:w="1681" w:type="dxa"/>
            <w:vAlign w:val="center"/>
          </w:tcPr>
          <w:p w:rsidR="006341F1" w:rsidRPr="00350985" w:rsidRDefault="006341F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6341F1" w:rsidRPr="00350985" w:rsidRDefault="006341F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6341F1" w:rsidRPr="00350985" w:rsidRDefault="006341F1" w:rsidP="001F0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350985" w:rsidTr="006341F1">
        <w:tc>
          <w:tcPr>
            <w:tcW w:w="1681" w:type="dxa"/>
            <w:vAlign w:val="center"/>
          </w:tcPr>
          <w:p w:rsidR="0085747A" w:rsidRPr="00350985" w:rsidRDefault="0085747A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266D" w:rsidRPr="00350985" w:rsidRDefault="006341F1" w:rsidP="006341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>źródła i miejsce pedagogiki specjalnej w nauce oraz jej przedmiotowe i metodologiczne powiązania z dziedzinami nauk medycznych i nauk o zdrowiu;</w:t>
            </w:r>
          </w:p>
        </w:tc>
        <w:tc>
          <w:tcPr>
            <w:tcW w:w="1984" w:type="dxa"/>
            <w:vAlign w:val="center"/>
          </w:tcPr>
          <w:p w:rsidR="0085747A" w:rsidRPr="00350985" w:rsidRDefault="00963B35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350985" w:rsidTr="006341F1">
        <w:tc>
          <w:tcPr>
            <w:tcW w:w="1681" w:type="dxa"/>
            <w:vAlign w:val="center"/>
          </w:tcPr>
          <w:p w:rsidR="00BE51A6" w:rsidRPr="00350985" w:rsidRDefault="00BE51A6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A16315" w:rsidRPr="00350985" w:rsidRDefault="006341F1" w:rsidP="00BE4C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BE4C91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podstawowe zasady postępowania rehabilitacyjnego 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z dziećmi i młodzieżą z uszkodzeniami układu ruchu istotnego z punktu widzenia pracy nauczyciela; </w:t>
            </w:r>
          </w:p>
        </w:tc>
        <w:tc>
          <w:tcPr>
            <w:tcW w:w="1984" w:type="dxa"/>
            <w:vAlign w:val="center"/>
          </w:tcPr>
          <w:p w:rsidR="0085747A" w:rsidRPr="00350985" w:rsidRDefault="00DB2283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  <w:r w:rsidR="00963B35" w:rsidRPr="003509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63D17" w:rsidRPr="00350985" w:rsidTr="006341F1">
        <w:tc>
          <w:tcPr>
            <w:tcW w:w="1681" w:type="dxa"/>
            <w:vAlign w:val="center"/>
          </w:tcPr>
          <w:p w:rsidR="0032566C" w:rsidRPr="00350985" w:rsidRDefault="00BE51A6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32575560"/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F3722C" w:rsidRPr="00350985" w:rsidRDefault="00CC4295" w:rsidP="00CC42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wykorzysta i zintegruje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pe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>dagogiki specjalnej oraz rehabilitacji medycznej w celu analizy problemów edukacyjnych i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tera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peutycznych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984" w:type="dxa"/>
            <w:vAlign w:val="center"/>
          </w:tcPr>
          <w:p w:rsidR="003454F1" w:rsidRPr="00350985" w:rsidRDefault="00DB2283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963B35" w:rsidRPr="003509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F53B2" w:rsidRPr="00350985" w:rsidTr="006341F1">
        <w:tc>
          <w:tcPr>
            <w:tcW w:w="1681" w:type="dxa"/>
            <w:vAlign w:val="center"/>
          </w:tcPr>
          <w:p w:rsidR="00BF53B2" w:rsidRPr="00350985" w:rsidRDefault="00BE51A6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F53B2" w:rsidRPr="00350985" w:rsidRDefault="00CC4295" w:rsidP="00CC42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zdiagnozuje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złożone sytuacje rehabilitacyjne, edukacyjne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terapeutyczne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wraz z innymi specjalistami, skorzysta ze wsparcia fizjoterapeuty, zastosuje prawidłowe techniki trzymania i pozycjonowania dziecka i ucznia podczas codziennych rutynowych zajęć oraz właściwych zajęć edukacyjno-terapeutycznych, użyje sprzętu adaptacyjnego właściwego dla danego ucznia, zastosuje techniki służące zminimalizowaniu trudności podczas przyjmowania pokarmów oraz innych umiejętności funkcjonalnych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984" w:type="dxa"/>
            <w:vAlign w:val="center"/>
          </w:tcPr>
          <w:p w:rsidR="00BF53B2" w:rsidRPr="00350985" w:rsidRDefault="00963B35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PS.U4.</w:t>
            </w:r>
          </w:p>
        </w:tc>
      </w:tr>
      <w:tr w:rsidR="00963B35" w:rsidRPr="00350985" w:rsidTr="006341F1">
        <w:tc>
          <w:tcPr>
            <w:tcW w:w="1681" w:type="dxa"/>
            <w:vAlign w:val="center"/>
          </w:tcPr>
          <w:p w:rsidR="00963B35" w:rsidRPr="00350985" w:rsidRDefault="00963B35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63B35" w:rsidRPr="00350985" w:rsidRDefault="00CC4295" w:rsidP="00BE4C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zbuduje relacje oparte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na wzajemnym zaufaniu między wszystkimi podmiotami procesu wychowania i kształcenia, w tym </w:t>
            </w:r>
            <w:r w:rsidR="00BE4C91" w:rsidRPr="00350985">
              <w:rPr>
                <w:rFonts w:ascii="Corbel" w:hAnsi="Corbel"/>
                <w:b w:val="0"/>
                <w:smallCaps w:val="0"/>
                <w:szCs w:val="24"/>
              </w:rPr>
              <w:t>ze specjalistami z zakresu rehabilitacji medycznej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984" w:type="dxa"/>
            <w:vAlign w:val="center"/>
          </w:tcPr>
          <w:p w:rsidR="00963B35" w:rsidRPr="00350985" w:rsidRDefault="00DB2283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  <w:r w:rsidR="00963B35" w:rsidRPr="003509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63B35" w:rsidRPr="00350985" w:rsidTr="006341F1">
        <w:tc>
          <w:tcPr>
            <w:tcW w:w="1681" w:type="dxa"/>
            <w:vAlign w:val="center"/>
          </w:tcPr>
          <w:p w:rsidR="00963B35" w:rsidRPr="00350985" w:rsidRDefault="00963B35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63B35" w:rsidRPr="00350985" w:rsidRDefault="00BE4C91" w:rsidP="00E945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wyjaśni rodzicom i innym podmiotom edukacyjnym wartość i znaczenie konieczności właściwej interwencji i rehabilitacji medycznej dla realizacji celów edukacyjno-terapeutycznych; </w:t>
            </w:r>
          </w:p>
        </w:tc>
        <w:tc>
          <w:tcPr>
            <w:tcW w:w="1984" w:type="dxa"/>
            <w:vAlign w:val="center"/>
          </w:tcPr>
          <w:p w:rsidR="00963B35" w:rsidRPr="00350985" w:rsidRDefault="00DB2283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  <w:r w:rsidR="00963B35" w:rsidRPr="003509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63B35" w:rsidRPr="00350985" w:rsidTr="006341F1">
        <w:tc>
          <w:tcPr>
            <w:tcW w:w="1681" w:type="dxa"/>
            <w:vAlign w:val="center"/>
          </w:tcPr>
          <w:p w:rsidR="00963B35" w:rsidRPr="00350985" w:rsidRDefault="00963B35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963B35" w:rsidRPr="00350985" w:rsidRDefault="00BE4C91" w:rsidP="00BE4C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podejmie pracę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w zespole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interdyscyplinarnym</w:t>
            </w:r>
            <w:r w:rsidR="008D0D23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>będzie korzystał ze wsparcia rehabilitanta medycznego/ fizjoterapeuty</w:t>
            </w:r>
          </w:p>
        </w:tc>
        <w:tc>
          <w:tcPr>
            <w:tcW w:w="1984" w:type="dxa"/>
            <w:vAlign w:val="center"/>
          </w:tcPr>
          <w:p w:rsidR="00963B35" w:rsidRPr="00350985" w:rsidRDefault="00963B35" w:rsidP="00E945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  <w:bookmarkEnd w:id="1"/>
    </w:tbl>
    <w:p w:rsidR="0085747A" w:rsidRPr="0035098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50985" w:rsidRDefault="00675843" w:rsidP="00C10D2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50985">
        <w:rPr>
          <w:rFonts w:ascii="Corbel" w:hAnsi="Corbel"/>
          <w:b/>
          <w:sz w:val="24"/>
          <w:szCs w:val="24"/>
        </w:rPr>
        <w:t>3.3</w:t>
      </w:r>
      <w:r w:rsidR="0085747A" w:rsidRPr="00350985">
        <w:rPr>
          <w:rFonts w:ascii="Corbel" w:hAnsi="Corbel"/>
          <w:b/>
          <w:sz w:val="24"/>
          <w:szCs w:val="24"/>
        </w:rPr>
        <w:t>T</w:t>
      </w:r>
      <w:r w:rsidR="001D7B54" w:rsidRPr="00350985">
        <w:rPr>
          <w:rFonts w:ascii="Corbel" w:hAnsi="Corbel"/>
          <w:b/>
          <w:sz w:val="24"/>
          <w:szCs w:val="24"/>
        </w:rPr>
        <w:t xml:space="preserve">reści programowe </w:t>
      </w:r>
    </w:p>
    <w:p w:rsidR="005B13AA" w:rsidRPr="00350985" w:rsidRDefault="0085747A" w:rsidP="00A305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5098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350985" w:rsidTr="006E00FC">
        <w:tc>
          <w:tcPr>
            <w:tcW w:w="0" w:type="auto"/>
          </w:tcPr>
          <w:p w:rsidR="0085747A" w:rsidRPr="003509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Treści merytoryczne</w:t>
            </w:r>
            <w:r w:rsidR="00A3051C" w:rsidRPr="00350985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D41C5" w:rsidRPr="00350985" w:rsidTr="006E00FC">
        <w:tc>
          <w:tcPr>
            <w:tcW w:w="0" w:type="auto"/>
          </w:tcPr>
          <w:p w:rsidR="00FD41C5" w:rsidRPr="00350985" w:rsidRDefault="00FD41C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Interdyscyplinarność pedagogiki specjalnej w aspekcie nauk medycznych i nauk o zdrowiu. </w:t>
            </w:r>
          </w:p>
        </w:tc>
      </w:tr>
      <w:tr w:rsidR="00381997" w:rsidRPr="00350985" w:rsidTr="006E00FC">
        <w:tc>
          <w:tcPr>
            <w:tcW w:w="0" w:type="auto"/>
          </w:tcPr>
          <w:p w:rsidR="00381997" w:rsidRPr="00350985" w:rsidRDefault="001A14C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Niepełność intelektualn</w:t>
            </w:r>
            <w:r w:rsidR="005E79BB" w:rsidRPr="00350985">
              <w:rPr>
                <w:rFonts w:ascii="Corbel" w:hAnsi="Corbel"/>
                <w:sz w:val="24"/>
                <w:szCs w:val="24"/>
              </w:rPr>
              <w:t>a i</w:t>
            </w:r>
            <w:r w:rsidRPr="00350985">
              <w:rPr>
                <w:rFonts w:ascii="Corbel" w:hAnsi="Corbel"/>
                <w:sz w:val="24"/>
                <w:szCs w:val="24"/>
              </w:rPr>
              <w:t xml:space="preserve"> inne typy niepełnosprawności – etiologia. </w:t>
            </w:r>
          </w:p>
        </w:tc>
      </w:tr>
      <w:tr w:rsidR="003A6945" w:rsidRPr="00350985" w:rsidTr="006E00FC">
        <w:tc>
          <w:tcPr>
            <w:tcW w:w="0" w:type="auto"/>
          </w:tcPr>
          <w:p w:rsidR="003A6945" w:rsidRPr="00350985" w:rsidRDefault="006E00FC" w:rsidP="00A3051C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lastRenderedPageBreak/>
              <w:t>Rozpoznania medyczne związane z występowaniem niepełnosprawności intelektualnej -</w:t>
            </w:r>
            <w:r w:rsidRPr="00350985">
              <w:rPr>
                <w:rFonts w:ascii="Corbel" w:hAnsi="Corbel"/>
                <w:sz w:val="24"/>
                <w:szCs w:val="24"/>
              </w:rPr>
              <w:br/>
              <w:t>o</w:t>
            </w:r>
            <w:r w:rsidR="00D60E5F" w:rsidRPr="00350985">
              <w:rPr>
                <w:rFonts w:ascii="Corbel" w:hAnsi="Corbel"/>
                <w:sz w:val="24"/>
                <w:szCs w:val="24"/>
              </w:rPr>
              <w:t xml:space="preserve"> o</w:t>
            </w:r>
            <w:r w:rsidRPr="00350985">
              <w:rPr>
                <w:rFonts w:ascii="Corbel" w:hAnsi="Corbel"/>
                <w:sz w:val="24"/>
                <w:szCs w:val="24"/>
              </w:rPr>
              <w:t>braz kliniczny</w:t>
            </w:r>
            <w:r w:rsidR="003A6945" w:rsidRPr="003509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A6945" w:rsidRPr="00350985" w:rsidTr="006E00FC">
        <w:tc>
          <w:tcPr>
            <w:tcW w:w="0" w:type="auto"/>
          </w:tcPr>
          <w:p w:rsidR="003A6945" w:rsidRPr="00350985" w:rsidRDefault="006E00F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Niepełnosprawność sprzężona – aspekty medyczne. </w:t>
            </w:r>
          </w:p>
        </w:tc>
      </w:tr>
      <w:tr w:rsidR="003A6945" w:rsidRPr="00350985" w:rsidTr="006E00FC">
        <w:tc>
          <w:tcPr>
            <w:tcW w:w="0" w:type="auto"/>
          </w:tcPr>
          <w:p w:rsidR="003A6945" w:rsidRPr="00350985" w:rsidRDefault="00616041" w:rsidP="00A30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Współczesne teorie interwencji i rehabilitacji medycznej</w:t>
            </w:r>
            <w:r w:rsidR="00A22354" w:rsidRPr="00350985">
              <w:rPr>
                <w:rFonts w:ascii="Corbel" w:hAnsi="Corbel"/>
                <w:sz w:val="24"/>
                <w:szCs w:val="24"/>
              </w:rPr>
              <w:t xml:space="preserve"> – w aspekcie osób z niepełnosprawnością intelektualną i niepełnosprawnością sprzężoną. </w:t>
            </w:r>
          </w:p>
        </w:tc>
      </w:tr>
      <w:tr w:rsidR="0068491E" w:rsidRPr="00350985" w:rsidTr="006E00FC">
        <w:tc>
          <w:tcPr>
            <w:tcW w:w="0" w:type="auto"/>
          </w:tcPr>
          <w:p w:rsidR="0068491E" w:rsidRPr="00350985" w:rsidRDefault="006849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Zaliczenie efektów kształcenia nr 1 i 2. </w:t>
            </w:r>
          </w:p>
        </w:tc>
      </w:tr>
    </w:tbl>
    <w:p w:rsidR="0085747A" w:rsidRPr="003509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D41C5" w:rsidRPr="0035098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50985">
        <w:rPr>
          <w:rFonts w:ascii="Corbel" w:hAnsi="Corbel"/>
          <w:sz w:val="24"/>
          <w:szCs w:val="24"/>
        </w:rPr>
        <w:t xml:space="preserve">Problematyka </w:t>
      </w:r>
      <w:r w:rsidR="00A3051C" w:rsidRPr="00350985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50985" w:rsidTr="00DD7F07">
        <w:tc>
          <w:tcPr>
            <w:tcW w:w="9520" w:type="dxa"/>
          </w:tcPr>
          <w:p w:rsidR="0085747A" w:rsidRPr="00350985" w:rsidRDefault="0085747A" w:rsidP="00A3051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Treści merytoryczne</w:t>
            </w:r>
            <w:r w:rsidR="00A3051C" w:rsidRPr="00350985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5E79BB" w:rsidRPr="00350985" w:rsidTr="00DD7F07">
        <w:tc>
          <w:tcPr>
            <w:tcW w:w="9520" w:type="dxa"/>
          </w:tcPr>
          <w:p w:rsidR="00110E8F" w:rsidRPr="00350985" w:rsidRDefault="005E79BB" w:rsidP="00A3051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Interdyscyplinarność pedagogiki specjalnej w aspekcie nauk medycznych i nauk o zdrowiu</w:t>
            </w:r>
            <w:r w:rsidR="00B71C89" w:rsidRPr="00350985">
              <w:rPr>
                <w:rFonts w:ascii="Corbel" w:hAnsi="Corbel"/>
                <w:sz w:val="24"/>
                <w:szCs w:val="24"/>
              </w:rPr>
              <w:t xml:space="preserve"> –</w:t>
            </w:r>
          </w:p>
          <w:p w:rsidR="005E79BB" w:rsidRPr="00350985" w:rsidRDefault="00110E8F" w:rsidP="00A30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podmioty procesu związanego z rehabilitacją medyczną – budowanie relacji w kręgu </w:t>
            </w:r>
            <w:proofErr w:type="spellStart"/>
            <w:r w:rsidRPr="00350985">
              <w:rPr>
                <w:rFonts w:ascii="Corbel" w:hAnsi="Corbel"/>
                <w:sz w:val="24"/>
                <w:szCs w:val="24"/>
              </w:rPr>
              <w:t>specjalnista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>-rodzic/opiekun-pacjent</w:t>
            </w:r>
            <w:r w:rsidR="00A3051C" w:rsidRPr="00350985">
              <w:rPr>
                <w:rFonts w:ascii="Corbel" w:hAnsi="Corbel"/>
                <w:sz w:val="24"/>
                <w:szCs w:val="24"/>
              </w:rPr>
              <w:t>.</w:t>
            </w:r>
            <w:r w:rsidR="00B71C89" w:rsidRPr="003509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1C89" w:rsidRPr="00350985" w:rsidTr="00DD7F07">
        <w:tc>
          <w:tcPr>
            <w:tcW w:w="9520" w:type="dxa"/>
          </w:tcPr>
          <w:p w:rsidR="00B71C89" w:rsidRPr="00350985" w:rsidRDefault="00B71C89" w:rsidP="00A30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Niepełnosprawność intelektualna i niepełnosprawność sprzężona </w:t>
            </w:r>
            <w:r w:rsidR="00110E8F" w:rsidRPr="00350985">
              <w:rPr>
                <w:rFonts w:ascii="Corbel" w:hAnsi="Corbel"/>
                <w:sz w:val="24"/>
                <w:szCs w:val="24"/>
              </w:rPr>
              <w:t>–</w:t>
            </w:r>
            <w:r w:rsidRPr="0035098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E8F" w:rsidRPr="00350985">
              <w:rPr>
                <w:rFonts w:ascii="Corbel" w:hAnsi="Corbel"/>
                <w:sz w:val="24"/>
                <w:szCs w:val="24"/>
              </w:rPr>
              <w:t>analiza problemów rehabilitacyjnych</w:t>
            </w:r>
            <w:r w:rsidR="00A3051C" w:rsidRPr="00350985">
              <w:rPr>
                <w:rFonts w:ascii="Corbel" w:hAnsi="Corbel"/>
                <w:sz w:val="24"/>
                <w:szCs w:val="24"/>
              </w:rPr>
              <w:t>.</w:t>
            </w:r>
            <w:r w:rsidR="00110E8F" w:rsidRPr="003509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1C89" w:rsidRPr="00350985" w:rsidTr="00DD7F07">
        <w:tc>
          <w:tcPr>
            <w:tcW w:w="9520" w:type="dxa"/>
          </w:tcPr>
          <w:p w:rsidR="00B71C89" w:rsidRPr="00350985" w:rsidRDefault="00B73A23" w:rsidP="00A3051C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Współczesne teorie interwencji i rehabilitacji medycznej – w aspekcie osób z niepełnosprawnością intelektualną i niepełnosprawnością sprzężoną: diagnoza, projektowanie i prowadzenie zajęć</w:t>
            </w:r>
            <w:r w:rsidR="00A3051C" w:rsidRPr="003509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5E79BB" w:rsidRPr="00350985" w:rsidTr="00DD7F07">
        <w:tc>
          <w:tcPr>
            <w:tcW w:w="9520" w:type="dxa"/>
          </w:tcPr>
          <w:p w:rsidR="001028EA" w:rsidRPr="00350985" w:rsidRDefault="005E79BB" w:rsidP="00A30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Współczesne teorie interwencji i rehabilitacji medycznej – w aspekcie osób z niepełnosprawnością intelektualną i niepełnosprawnością sprzężoną</w:t>
            </w:r>
            <w:r w:rsidR="001028EA" w:rsidRPr="00350985">
              <w:rPr>
                <w:rFonts w:ascii="Corbel" w:hAnsi="Corbel"/>
                <w:sz w:val="24"/>
                <w:szCs w:val="24"/>
              </w:rPr>
              <w:t>:</w:t>
            </w:r>
            <w:r w:rsidR="00B73A23" w:rsidRPr="00350985">
              <w:rPr>
                <w:rFonts w:ascii="Corbel" w:hAnsi="Corbel"/>
                <w:sz w:val="24"/>
                <w:szCs w:val="24"/>
              </w:rPr>
              <w:t xml:space="preserve"> komunikacja interpersonalna, sytuacje konfliktowe, tworzenie pozytywnej atmosfery</w:t>
            </w:r>
            <w:r w:rsidR="00A3051C" w:rsidRPr="00350985">
              <w:rPr>
                <w:rFonts w:ascii="Corbel" w:hAnsi="Corbel"/>
                <w:sz w:val="24"/>
                <w:szCs w:val="24"/>
              </w:rPr>
              <w:t>.</w:t>
            </w:r>
            <w:r w:rsidR="00B73A23" w:rsidRPr="003509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205B7" w:rsidRPr="00350985" w:rsidTr="00DD7F07">
        <w:tc>
          <w:tcPr>
            <w:tcW w:w="9520" w:type="dxa"/>
          </w:tcPr>
          <w:p w:rsidR="001205B7" w:rsidRPr="00350985" w:rsidRDefault="001205B7" w:rsidP="00A30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Współczesne teorie interwencji i rehabilitacji medycznej – w aspekcie osób z niepełnosprawność intelektualną i niepełnosprawnością sprzężoną</w:t>
            </w:r>
            <w:r w:rsidR="00B73A23" w:rsidRPr="00350985">
              <w:rPr>
                <w:rFonts w:ascii="Corbel" w:hAnsi="Corbel"/>
                <w:sz w:val="24"/>
                <w:szCs w:val="24"/>
              </w:rPr>
              <w:t>: umiejętność współpracy w zespole terapeutycznym</w:t>
            </w:r>
            <w:r w:rsidR="00A3051C" w:rsidRPr="003509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205B7" w:rsidRPr="00350985" w:rsidRDefault="001205B7" w:rsidP="00C10D2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35098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>3.4 Metody dydaktyczne</w:t>
      </w:r>
    </w:p>
    <w:p w:rsidR="00E960BB" w:rsidRPr="00350985" w:rsidRDefault="00A3051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ab/>
      </w:r>
      <w:r w:rsidRPr="00350985">
        <w:rPr>
          <w:rFonts w:ascii="Corbel" w:hAnsi="Corbel"/>
          <w:smallCaps w:val="0"/>
          <w:szCs w:val="24"/>
        </w:rPr>
        <w:tab/>
      </w:r>
      <w:r w:rsidRPr="00350985"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:rsidR="00BE51A6" w:rsidRPr="00350985" w:rsidRDefault="00A3051C" w:rsidP="00A3051C">
      <w:pPr>
        <w:pStyle w:val="Punktygwne"/>
        <w:tabs>
          <w:tab w:val="left" w:pos="284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b w:val="0"/>
          <w:smallCaps w:val="0"/>
          <w:szCs w:val="24"/>
        </w:rPr>
        <w:t>warsztaty: dyskusja, analiza tekstów z dyskusją, praca indywidualna i w grupach, analiza fragmentów filmów dydaktycznych, analiza przypadków</w:t>
      </w:r>
    </w:p>
    <w:p w:rsidR="00C10D20" w:rsidRPr="00350985" w:rsidRDefault="00C10D2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5098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 xml:space="preserve">4. </w:t>
      </w:r>
      <w:r w:rsidR="0085747A" w:rsidRPr="00350985">
        <w:rPr>
          <w:rFonts w:ascii="Corbel" w:hAnsi="Corbel"/>
          <w:smallCaps w:val="0"/>
          <w:szCs w:val="24"/>
        </w:rPr>
        <w:t>METODY I KRYTERIA OCENY</w:t>
      </w:r>
    </w:p>
    <w:p w:rsidR="00923D7D" w:rsidRPr="0035098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50985" w:rsidRDefault="0085747A" w:rsidP="00A305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50985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50985" w:rsidTr="00BE51A6">
        <w:tc>
          <w:tcPr>
            <w:tcW w:w="1962" w:type="dxa"/>
            <w:vAlign w:val="center"/>
          </w:tcPr>
          <w:p w:rsidR="0085747A" w:rsidRPr="0035098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5098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5098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509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350985" w:rsidRDefault="0085747A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63B35" w:rsidRPr="00350985" w:rsidTr="00BE51A6">
        <w:tc>
          <w:tcPr>
            <w:tcW w:w="1962" w:type="dxa"/>
          </w:tcPr>
          <w:p w:rsidR="00963B35" w:rsidRPr="00350985" w:rsidRDefault="00963B35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963B35" w:rsidRPr="00350985" w:rsidRDefault="002B08DC" w:rsidP="00963B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egzamin pisemny – test jednokrotnego wyboru</w:t>
            </w:r>
          </w:p>
        </w:tc>
        <w:tc>
          <w:tcPr>
            <w:tcW w:w="2117" w:type="dxa"/>
          </w:tcPr>
          <w:p w:rsidR="00963B35" w:rsidRPr="00350985" w:rsidRDefault="002B08DC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63B35" w:rsidRPr="00350985" w:rsidTr="00BE51A6">
        <w:tc>
          <w:tcPr>
            <w:tcW w:w="1962" w:type="dxa"/>
          </w:tcPr>
          <w:p w:rsidR="00963B35" w:rsidRPr="00350985" w:rsidRDefault="00963B35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963B35" w:rsidRPr="00350985" w:rsidRDefault="002B08DC" w:rsidP="00963B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 xml:space="preserve">egzamin pisemny – test jednokrotnego wyboru </w:t>
            </w:r>
          </w:p>
        </w:tc>
        <w:tc>
          <w:tcPr>
            <w:tcW w:w="2117" w:type="dxa"/>
          </w:tcPr>
          <w:p w:rsidR="00963B35" w:rsidRPr="00350985" w:rsidRDefault="002B08DC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963B35" w:rsidRPr="00350985" w:rsidTr="00BE51A6">
        <w:tc>
          <w:tcPr>
            <w:tcW w:w="1962" w:type="dxa"/>
          </w:tcPr>
          <w:p w:rsidR="00963B35" w:rsidRPr="00350985" w:rsidRDefault="00963B35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963B35" w:rsidRPr="00350985" w:rsidRDefault="002B08DC" w:rsidP="00963B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analiza przypadku</w:t>
            </w:r>
          </w:p>
        </w:tc>
        <w:tc>
          <w:tcPr>
            <w:tcW w:w="2117" w:type="dxa"/>
          </w:tcPr>
          <w:p w:rsidR="00963B35" w:rsidRPr="00350985" w:rsidRDefault="00A3051C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63B35" w:rsidRPr="00350985" w:rsidTr="00BE51A6">
        <w:tc>
          <w:tcPr>
            <w:tcW w:w="1962" w:type="dxa"/>
          </w:tcPr>
          <w:p w:rsidR="00963B35" w:rsidRPr="00350985" w:rsidRDefault="00963B35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963B35" w:rsidRPr="00350985" w:rsidRDefault="002B08DC" w:rsidP="00963B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 xml:space="preserve">analiza przypadku </w:t>
            </w:r>
          </w:p>
        </w:tc>
        <w:tc>
          <w:tcPr>
            <w:tcW w:w="2117" w:type="dxa"/>
          </w:tcPr>
          <w:p w:rsidR="00963B35" w:rsidRPr="00350985" w:rsidRDefault="00A3051C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63B35" w:rsidRPr="00350985" w:rsidTr="00BE51A6">
        <w:tc>
          <w:tcPr>
            <w:tcW w:w="1962" w:type="dxa"/>
          </w:tcPr>
          <w:p w:rsidR="00963B35" w:rsidRPr="00350985" w:rsidRDefault="00963B35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963B35" w:rsidRPr="00350985" w:rsidRDefault="002B08DC" w:rsidP="00963B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 xml:space="preserve">Obserwacja ciągła </w:t>
            </w:r>
          </w:p>
        </w:tc>
        <w:tc>
          <w:tcPr>
            <w:tcW w:w="2117" w:type="dxa"/>
          </w:tcPr>
          <w:p w:rsidR="00963B35" w:rsidRPr="00350985" w:rsidRDefault="00A3051C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63B35" w:rsidRPr="00350985" w:rsidTr="00BE51A6">
        <w:tc>
          <w:tcPr>
            <w:tcW w:w="1962" w:type="dxa"/>
          </w:tcPr>
          <w:p w:rsidR="00963B35" w:rsidRPr="00350985" w:rsidRDefault="00963B35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963B35" w:rsidRPr="00350985" w:rsidRDefault="002B08DC" w:rsidP="00963B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 xml:space="preserve">Obserwacja ciągła </w:t>
            </w:r>
          </w:p>
        </w:tc>
        <w:tc>
          <w:tcPr>
            <w:tcW w:w="2117" w:type="dxa"/>
          </w:tcPr>
          <w:p w:rsidR="00963B35" w:rsidRPr="00350985" w:rsidRDefault="00A3051C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63B35" w:rsidRPr="00350985" w:rsidTr="00BE51A6">
        <w:tc>
          <w:tcPr>
            <w:tcW w:w="1962" w:type="dxa"/>
          </w:tcPr>
          <w:p w:rsidR="00963B35" w:rsidRPr="00350985" w:rsidRDefault="00963B35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963B35" w:rsidRPr="00350985" w:rsidRDefault="002B08DC" w:rsidP="00963B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 xml:space="preserve">Obserwacja ciągła </w:t>
            </w:r>
          </w:p>
        </w:tc>
        <w:tc>
          <w:tcPr>
            <w:tcW w:w="2117" w:type="dxa"/>
          </w:tcPr>
          <w:p w:rsidR="00963B35" w:rsidRPr="00350985" w:rsidRDefault="00A3051C" w:rsidP="00A30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5098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5098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50985" w:rsidRDefault="003E1941" w:rsidP="00A305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 xml:space="preserve">4.2 </w:t>
      </w:r>
      <w:r w:rsidR="0085747A" w:rsidRPr="00350985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50985" w:rsidTr="00923D7D">
        <w:tc>
          <w:tcPr>
            <w:tcW w:w="9670" w:type="dxa"/>
          </w:tcPr>
          <w:p w:rsidR="00032535" w:rsidRPr="00350985" w:rsidRDefault="00032535" w:rsidP="0003253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350985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350985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:rsidR="00032535" w:rsidRPr="00350985" w:rsidRDefault="00032535" w:rsidP="0003253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350985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Pr="0035098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50985">
              <w:rPr>
                <w:rFonts w:ascii="Corbel" w:hAnsi="Corbel"/>
                <w:sz w:val="24"/>
                <w:szCs w:val="24"/>
              </w:rPr>
              <w:t xml:space="preserve">obserwacja zachowań, </w:t>
            </w:r>
            <w:r w:rsidRPr="00350985">
              <w:rPr>
                <w:rFonts w:ascii="Corbel" w:hAnsi="Corbel"/>
                <w:sz w:val="24"/>
                <w:szCs w:val="24"/>
              </w:rPr>
              <w:lastRenderedPageBreak/>
              <w:t xml:space="preserve">obserwacja wykonania zadania (np. symulacja odpowiedniego ułożenia </w:t>
            </w:r>
            <w:proofErr w:type="spellStart"/>
            <w:r w:rsidRPr="00350985">
              <w:rPr>
                <w:rFonts w:ascii="Corbel" w:hAnsi="Corbel"/>
                <w:sz w:val="24"/>
                <w:szCs w:val="24"/>
              </w:rPr>
              <w:t>fantoma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>), ocena zaangażowania w dyskusji (ocena formująca) oraz analizy przypadku pozwalająca ocenić umiejętności praktyczne studenta.</w:t>
            </w:r>
          </w:p>
          <w:p w:rsidR="00032535" w:rsidRPr="00350985" w:rsidRDefault="00032535" w:rsidP="00A305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  <w:u w:val="single"/>
              </w:rPr>
              <w:t>Metody weryfikacji efektów kształcenia w zakresie kompetencji społecznych: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rozwiązywanie zadań problemowych, w trakcie których student jest obserwowany przez nauczyciela.</w:t>
            </w:r>
          </w:p>
          <w:p w:rsidR="0085747A" w:rsidRPr="00350985" w:rsidRDefault="00A3051C" w:rsidP="00A305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032535" w:rsidRPr="00350985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 testu </w:t>
            </w:r>
            <w:r w:rsidR="00032535"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jednokrotnego </w:t>
            </w:r>
            <w:r w:rsidRPr="00350985">
              <w:rPr>
                <w:rFonts w:ascii="Corbel" w:hAnsi="Corbel"/>
                <w:b w:val="0"/>
                <w:smallCaps w:val="0"/>
                <w:szCs w:val="24"/>
              </w:rPr>
              <w:t>sprawdzającego efekty kształcenia</w:t>
            </w:r>
          </w:p>
        </w:tc>
      </w:tr>
    </w:tbl>
    <w:p w:rsidR="0085747A" w:rsidRPr="003509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0227D" w:rsidRPr="00350985" w:rsidRDefault="0085747A" w:rsidP="004022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50985">
        <w:rPr>
          <w:rFonts w:ascii="Corbel" w:hAnsi="Corbel"/>
          <w:b/>
          <w:sz w:val="24"/>
          <w:szCs w:val="24"/>
        </w:rPr>
        <w:t xml:space="preserve">5. </w:t>
      </w:r>
      <w:r w:rsidR="00C61DC5" w:rsidRPr="0035098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50985" w:rsidTr="003E1941">
        <w:tc>
          <w:tcPr>
            <w:tcW w:w="4962" w:type="dxa"/>
            <w:vAlign w:val="center"/>
          </w:tcPr>
          <w:p w:rsidR="0085747A" w:rsidRPr="003509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098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5098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5098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509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098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5098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509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50985" w:rsidTr="00923D7D">
        <w:tc>
          <w:tcPr>
            <w:tcW w:w="4962" w:type="dxa"/>
          </w:tcPr>
          <w:p w:rsidR="0085747A" w:rsidRPr="003509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G</w:t>
            </w:r>
            <w:r w:rsidR="0085747A" w:rsidRPr="0035098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5098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5098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5098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5098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5098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5098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50985" w:rsidRDefault="00032535" w:rsidP="00032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350985" w:rsidTr="00923D7D">
        <w:tc>
          <w:tcPr>
            <w:tcW w:w="4962" w:type="dxa"/>
          </w:tcPr>
          <w:p w:rsidR="00C61DC5" w:rsidRPr="003509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50985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32535" w:rsidRPr="0035098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509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350985" w:rsidRDefault="00032535" w:rsidP="00032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50985" w:rsidTr="00923D7D">
        <w:tc>
          <w:tcPr>
            <w:tcW w:w="4962" w:type="dxa"/>
          </w:tcPr>
          <w:p w:rsidR="00C61DC5" w:rsidRPr="00350985" w:rsidRDefault="00C61DC5" w:rsidP="000325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5098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350985">
              <w:rPr>
                <w:rFonts w:ascii="Corbel" w:hAnsi="Corbel"/>
                <w:sz w:val="24"/>
                <w:szCs w:val="24"/>
              </w:rPr>
              <w:t xml:space="preserve">: przygotowanie do zajęć, </w:t>
            </w:r>
            <w:r w:rsidR="00032535" w:rsidRPr="00350985">
              <w:rPr>
                <w:rFonts w:ascii="Corbel" w:hAnsi="Corbel"/>
                <w:sz w:val="24"/>
                <w:szCs w:val="24"/>
              </w:rPr>
              <w:t>egzaminu</w:t>
            </w:r>
            <w:r w:rsidRPr="00350985">
              <w:rPr>
                <w:rFonts w:ascii="Corbel" w:hAnsi="Corbel"/>
                <w:sz w:val="24"/>
                <w:szCs w:val="24"/>
              </w:rPr>
              <w:t xml:space="preserve">, </w:t>
            </w:r>
            <w:r w:rsidR="00032535" w:rsidRPr="00350985">
              <w:rPr>
                <w:rFonts w:ascii="Corbel" w:hAnsi="Corbel"/>
                <w:sz w:val="24"/>
                <w:szCs w:val="24"/>
              </w:rPr>
              <w:t>analizy przypadku oraz studiowanie literatury</w:t>
            </w:r>
          </w:p>
        </w:tc>
        <w:tc>
          <w:tcPr>
            <w:tcW w:w="4677" w:type="dxa"/>
          </w:tcPr>
          <w:p w:rsidR="00C61DC5" w:rsidRPr="00350985" w:rsidRDefault="00032535" w:rsidP="00032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152</w:t>
            </w:r>
          </w:p>
        </w:tc>
      </w:tr>
      <w:tr w:rsidR="0085747A" w:rsidRPr="00350985" w:rsidTr="00923D7D">
        <w:tc>
          <w:tcPr>
            <w:tcW w:w="4962" w:type="dxa"/>
          </w:tcPr>
          <w:p w:rsidR="0085747A" w:rsidRPr="003509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50985" w:rsidRDefault="00032535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350985" w:rsidTr="00923D7D">
        <w:tc>
          <w:tcPr>
            <w:tcW w:w="4962" w:type="dxa"/>
          </w:tcPr>
          <w:p w:rsidR="0085747A" w:rsidRPr="003509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509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50985" w:rsidRDefault="00DB2283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0985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85747A" w:rsidRPr="00350985" w:rsidRDefault="00923D7D" w:rsidP="00C10D2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5098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5098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5098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50985" w:rsidRDefault="0071620A" w:rsidP="0003253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 xml:space="preserve">6. </w:t>
      </w:r>
      <w:r w:rsidR="0085747A" w:rsidRPr="00350985">
        <w:rPr>
          <w:rFonts w:ascii="Corbel" w:hAnsi="Corbel"/>
          <w:smallCaps w:val="0"/>
          <w:szCs w:val="24"/>
        </w:rPr>
        <w:t>PRAKTYKI ZAWO</w:t>
      </w:r>
      <w:r w:rsidR="009D3F3B" w:rsidRPr="00350985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350985" w:rsidTr="00BE51A6">
        <w:trPr>
          <w:trHeight w:val="397"/>
        </w:trPr>
        <w:tc>
          <w:tcPr>
            <w:tcW w:w="4082" w:type="dxa"/>
          </w:tcPr>
          <w:p w:rsidR="0085747A" w:rsidRPr="003509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350985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50985" w:rsidTr="00BE51A6">
        <w:trPr>
          <w:trHeight w:val="397"/>
        </w:trPr>
        <w:tc>
          <w:tcPr>
            <w:tcW w:w="4082" w:type="dxa"/>
          </w:tcPr>
          <w:p w:rsidR="0085747A" w:rsidRPr="003509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350985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098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5098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509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0985">
        <w:rPr>
          <w:rFonts w:ascii="Corbel" w:hAnsi="Corbel"/>
          <w:smallCaps w:val="0"/>
          <w:szCs w:val="24"/>
        </w:rPr>
        <w:t xml:space="preserve">7. </w:t>
      </w:r>
      <w:r w:rsidR="0085747A" w:rsidRPr="00350985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350985" w:rsidTr="00BE51A6">
        <w:trPr>
          <w:trHeight w:val="397"/>
        </w:trPr>
        <w:tc>
          <w:tcPr>
            <w:tcW w:w="9497" w:type="dxa"/>
          </w:tcPr>
          <w:p w:rsidR="007F75D2" w:rsidRPr="00350985" w:rsidRDefault="0085747A" w:rsidP="00A102B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098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74057" w:rsidRPr="00350985" w:rsidRDefault="00274057" w:rsidP="002740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Dziecko z niepełnosprawnością ruchową</w:t>
            </w:r>
            <w:r w:rsidRPr="00350985">
              <w:rPr>
                <w:rFonts w:ascii="Corbel" w:hAnsi="Corbel"/>
                <w:sz w:val="24"/>
                <w:szCs w:val="24"/>
              </w:rPr>
              <w:t>, PZWL, Warszawa 2015.</w:t>
            </w:r>
          </w:p>
          <w:p w:rsidR="00274057" w:rsidRPr="00350985" w:rsidRDefault="00274057" w:rsidP="002740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Borkowska M., </w:t>
            </w:r>
            <w:proofErr w:type="spellStart"/>
            <w:r w:rsidRPr="00350985">
              <w:rPr>
                <w:rFonts w:ascii="Corbel" w:hAnsi="Corbel"/>
                <w:sz w:val="24"/>
                <w:szCs w:val="24"/>
              </w:rPr>
              <w:t>Szwiling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 xml:space="preserve">Metoda </w:t>
            </w:r>
            <w:proofErr w:type="spellStart"/>
            <w:r w:rsidRPr="00350985">
              <w:rPr>
                <w:rFonts w:ascii="Corbel" w:hAnsi="Corbel"/>
                <w:i/>
                <w:sz w:val="24"/>
                <w:szCs w:val="24"/>
              </w:rPr>
              <w:t>NDT</w:t>
            </w:r>
            <w:proofErr w:type="spellEnd"/>
            <w:r w:rsidRPr="00350985">
              <w:rPr>
                <w:rFonts w:ascii="Corbel" w:hAnsi="Corbel"/>
                <w:i/>
                <w:sz w:val="24"/>
                <w:szCs w:val="24"/>
              </w:rPr>
              <w:t>-</w:t>
            </w:r>
            <w:proofErr w:type="spellStart"/>
            <w:r w:rsidRPr="00350985">
              <w:rPr>
                <w:rFonts w:ascii="Corbel" w:hAnsi="Corbel"/>
                <w:i/>
                <w:sz w:val="24"/>
                <w:szCs w:val="24"/>
              </w:rPr>
              <w:t>Bobath</w:t>
            </w:r>
            <w:proofErr w:type="spellEnd"/>
            <w:r w:rsidRPr="00350985">
              <w:rPr>
                <w:rFonts w:ascii="Corbel" w:hAnsi="Corbel"/>
                <w:i/>
                <w:sz w:val="24"/>
                <w:szCs w:val="24"/>
              </w:rPr>
              <w:t>-poradnik dla rodziców</w:t>
            </w:r>
            <w:r w:rsidR="0040227D" w:rsidRPr="0035098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5098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274057" w:rsidRPr="00350985" w:rsidRDefault="00274057" w:rsidP="002740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Normy i wskaźniki rozwoju somatycznego i motorycznego dzieci i młodzieży</w:t>
            </w:r>
            <w:r w:rsidRPr="00350985">
              <w:rPr>
                <w:rFonts w:ascii="Corbel" w:hAnsi="Corbel"/>
                <w:sz w:val="24"/>
                <w:szCs w:val="24"/>
              </w:rPr>
              <w:t>, Wydawnictwo Stachurski, Kielce 2004.</w:t>
            </w:r>
          </w:p>
          <w:p w:rsidR="00274057" w:rsidRPr="00350985" w:rsidRDefault="00274057" w:rsidP="002740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50985">
              <w:rPr>
                <w:rFonts w:ascii="Corbel" w:hAnsi="Corbel"/>
                <w:sz w:val="24"/>
                <w:szCs w:val="24"/>
              </w:rPr>
              <w:t>Hellbrugge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Pierwsze 365 dni życia dziecka</w:t>
            </w:r>
            <w:r w:rsidRPr="00350985">
              <w:rPr>
                <w:rFonts w:ascii="Corbel" w:hAnsi="Corbel"/>
                <w:sz w:val="24"/>
                <w:szCs w:val="24"/>
              </w:rPr>
              <w:t>, Fundacja na Rzecz Dzieci Niepełnosprawnych „Promyk Słońca”, Warszawa 1995.</w:t>
            </w:r>
          </w:p>
          <w:p w:rsidR="00274057" w:rsidRPr="00350985" w:rsidRDefault="00274057" w:rsidP="002740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350985">
              <w:rPr>
                <w:rFonts w:ascii="Corbel" w:hAnsi="Corbel"/>
                <w:sz w:val="24"/>
                <w:szCs w:val="24"/>
              </w:rPr>
              <w:t>Levitt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Rehabilitacja w porażeniu mózgowym i zaburzeniach ruchu</w:t>
            </w:r>
            <w:r w:rsidRPr="00350985">
              <w:rPr>
                <w:rFonts w:ascii="Corbel" w:hAnsi="Corbel"/>
                <w:sz w:val="24"/>
                <w:szCs w:val="24"/>
              </w:rPr>
              <w:t xml:space="preserve">, </w:t>
            </w:r>
            <w:r w:rsidR="00D77326" w:rsidRPr="0035098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350985">
              <w:rPr>
                <w:rFonts w:ascii="Corbel" w:hAnsi="Corbel"/>
                <w:sz w:val="24"/>
                <w:szCs w:val="24"/>
              </w:rPr>
              <w:t>2007.</w:t>
            </w:r>
          </w:p>
          <w:p w:rsidR="00274057" w:rsidRPr="00350985" w:rsidRDefault="00274057" w:rsidP="002740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Matyja M., Gogola A.,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Edukacja sensomotoryczna niemowląt</w:t>
            </w:r>
            <w:r w:rsidRPr="00350985">
              <w:rPr>
                <w:rFonts w:ascii="Corbel" w:hAnsi="Corbel"/>
                <w:sz w:val="24"/>
                <w:szCs w:val="24"/>
              </w:rPr>
              <w:t>, , Katowice 2011.</w:t>
            </w:r>
          </w:p>
          <w:p w:rsidR="00274057" w:rsidRPr="00350985" w:rsidRDefault="00274057" w:rsidP="002740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Sadowska L.,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Neurofizjologiczne metody usprawniania dzieci z zaburzeniami rozwoju,</w:t>
            </w:r>
            <w:r w:rsidRPr="00350985">
              <w:rPr>
                <w:rFonts w:ascii="Corbel" w:hAnsi="Corbel"/>
                <w:sz w:val="24"/>
                <w:szCs w:val="24"/>
              </w:rPr>
              <w:t xml:space="preserve"> Wydawnictwo AWF Wrocław, Wrocław 2004.</w:t>
            </w:r>
          </w:p>
          <w:p w:rsidR="00274057" w:rsidRPr="00350985" w:rsidRDefault="00274057" w:rsidP="002740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350985">
              <w:rPr>
                <w:rFonts w:ascii="Corbel" w:hAnsi="Corbel"/>
                <w:sz w:val="24"/>
                <w:szCs w:val="24"/>
              </w:rPr>
              <w:t>Steinborn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Neurologia wieku rozwojowego</w:t>
            </w:r>
            <w:r w:rsidRPr="00350985">
              <w:rPr>
                <w:rFonts w:ascii="Corbel" w:hAnsi="Corbel"/>
                <w:sz w:val="24"/>
                <w:szCs w:val="24"/>
              </w:rPr>
              <w:t>, PZWL, Warszawa 2017.</w:t>
            </w:r>
          </w:p>
        </w:tc>
      </w:tr>
      <w:tr w:rsidR="0085747A" w:rsidRPr="00350985" w:rsidTr="00BE51A6">
        <w:trPr>
          <w:trHeight w:val="397"/>
        </w:trPr>
        <w:tc>
          <w:tcPr>
            <w:tcW w:w="9497" w:type="dxa"/>
          </w:tcPr>
          <w:p w:rsidR="0085747A" w:rsidRPr="003509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098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77326" w:rsidRPr="00350985" w:rsidRDefault="00D77326" w:rsidP="00D773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Banaszek G.,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 xml:space="preserve">Rozwój niemowląt i jego zaburzenia a rehabilitacja metodą </w:t>
            </w:r>
            <w:proofErr w:type="spellStart"/>
            <w:r w:rsidRPr="00350985">
              <w:rPr>
                <w:rFonts w:ascii="Corbel" w:hAnsi="Corbel"/>
                <w:i/>
                <w:sz w:val="24"/>
                <w:szCs w:val="24"/>
              </w:rPr>
              <w:t>Vojty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 xml:space="preserve">, Alfa </w:t>
            </w:r>
            <w:proofErr w:type="spellStart"/>
            <w:r w:rsidRPr="00350985">
              <w:rPr>
                <w:rFonts w:ascii="Corbel" w:hAnsi="Corbel"/>
                <w:sz w:val="24"/>
                <w:szCs w:val="24"/>
              </w:rPr>
              <w:t>Medica</w:t>
            </w:r>
            <w:proofErr w:type="spellEnd"/>
            <w:r w:rsidRPr="00350985">
              <w:rPr>
                <w:rFonts w:ascii="Corbel" w:hAnsi="Corbel"/>
                <w:sz w:val="24"/>
                <w:szCs w:val="24"/>
              </w:rPr>
              <w:t xml:space="preserve"> Press, Bielsko-Biała 2004.</w:t>
            </w:r>
          </w:p>
          <w:p w:rsidR="00D77326" w:rsidRPr="00350985" w:rsidRDefault="00274057" w:rsidP="00D773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Gałkowski, T., Pisula, E.,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Psychologia rehabilitacyjna. Wybrane zagadnienia</w:t>
            </w:r>
            <w:r w:rsidRPr="00350985">
              <w:rPr>
                <w:rFonts w:ascii="Corbel" w:hAnsi="Corbel"/>
                <w:sz w:val="24"/>
                <w:szCs w:val="24"/>
              </w:rPr>
              <w:t>. Wydawnictwo Instytutu Psychologii PAN, Warszawa 2006.</w:t>
            </w:r>
          </w:p>
          <w:p w:rsidR="00D77326" w:rsidRPr="00350985" w:rsidRDefault="00274057" w:rsidP="00D773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Kiwerski J.,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Rehabilitacja medyczna</w:t>
            </w:r>
            <w:r w:rsidRPr="00350985">
              <w:rPr>
                <w:rFonts w:ascii="Corbel" w:hAnsi="Corbel"/>
                <w:sz w:val="24"/>
                <w:szCs w:val="24"/>
              </w:rPr>
              <w:t>, PZWL, Warszawa 2005.</w:t>
            </w:r>
          </w:p>
          <w:p w:rsidR="00D77326" w:rsidRPr="00350985" w:rsidRDefault="00274057" w:rsidP="00D773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Kuliński W., Zeman K.,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Fizjoterapia w pediatrii</w:t>
            </w:r>
            <w:r w:rsidRPr="00350985">
              <w:rPr>
                <w:rFonts w:ascii="Corbel" w:hAnsi="Corbel"/>
                <w:sz w:val="24"/>
                <w:szCs w:val="24"/>
              </w:rPr>
              <w:t>, PZWL, Warszawa 2012</w:t>
            </w:r>
          </w:p>
          <w:p w:rsidR="001B1AD2" w:rsidRPr="00350985" w:rsidRDefault="00274057" w:rsidP="00D7732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0985">
              <w:rPr>
                <w:rFonts w:ascii="Corbel" w:hAnsi="Corbel"/>
                <w:sz w:val="24"/>
                <w:szCs w:val="24"/>
              </w:rPr>
              <w:t xml:space="preserve">Nowotny J.( red.): </w:t>
            </w:r>
            <w:r w:rsidRPr="00350985">
              <w:rPr>
                <w:rFonts w:ascii="Corbel" w:hAnsi="Corbel"/>
                <w:i/>
                <w:sz w:val="24"/>
                <w:szCs w:val="24"/>
              </w:rPr>
              <w:t>Zarys rehabilitacji w dysfunkcjach narządu ruchu</w:t>
            </w:r>
            <w:r w:rsidRPr="00350985">
              <w:rPr>
                <w:rFonts w:ascii="Corbel" w:hAnsi="Corbel"/>
                <w:sz w:val="24"/>
                <w:szCs w:val="24"/>
              </w:rPr>
              <w:t xml:space="preserve">. AWF –Katowice </w:t>
            </w:r>
            <w:r w:rsidRPr="00350985">
              <w:rPr>
                <w:rFonts w:ascii="Corbel" w:hAnsi="Corbel"/>
                <w:sz w:val="24"/>
                <w:szCs w:val="24"/>
              </w:rPr>
              <w:lastRenderedPageBreak/>
              <w:t>2000</w:t>
            </w:r>
          </w:p>
        </w:tc>
      </w:tr>
    </w:tbl>
    <w:p w:rsidR="0085747A" w:rsidRPr="00350985" w:rsidRDefault="0085747A" w:rsidP="00D773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10D20" w:rsidRPr="00350985" w:rsidRDefault="0085747A" w:rsidP="00402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509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10D20" w:rsidRPr="00350985" w:rsidRDefault="00C10D20" w:rsidP="0040227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10D20" w:rsidRPr="003509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24A" w:rsidRDefault="0003724A" w:rsidP="00C16ABF">
      <w:pPr>
        <w:spacing w:after="0" w:line="240" w:lineRule="auto"/>
      </w:pPr>
      <w:r>
        <w:separator/>
      </w:r>
    </w:p>
  </w:endnote>
  <w:endnote w:type="continuationSeparator" w:id="0">
    <w:p w:rsidR="0003724A" w:rsidRDefault="000372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24A" w:rsidRDefault="0003724A" w:rsidP="00C16ABF">
      <w:pPr>
        <w:spacing w:after="0" w:line="240" w:lineRule="auto"/>
      </w:pPr>
      <w:r>
        <w:separator/>
      </w:r>
    </w:p>
  </w:footnote>
  <w:footnote w:type="continuationSeparator" w:id="0">
    <w:p w:rsidR="0003724A" w:rsidRDefault="0003724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3310D7"/>
    <w:multiLevelType w:val="hybridMultilevel"/>
    <w:tmpl w:val="5534FC04"/>
    <w:lvl w:ilvl="0" w:tplc="B7C6B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C0F82"/>
    <w:multiLevelType w:val="hybridMultilevel"/>
    <w:tmpl w:val="7FE6399E"/>
    <w:lvl w:ilvl="0" w:tplc="B7C6B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42511"/>
    <w:multiLevelType w:val="hybridMultilevel"/>
    <w:tmpl w:val="7FE6399E"/>
    <w:lvl w:ilvl="0" w:tplc="B7C6B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399"/>
    <w:rsid w:val="000048FD"/>
    <w:rsid w:val="000077B4"/>
    <w:rsid w:val="00015B8F"/>
    <w:rsid w:val="00022ECE"/>
    <w:rsid w:val="00032535"/>
    <w:rsid w:val="00033FE8"/>
    <w:rsid w:val="0003724A"/>
    <w:rsid w:val="00042A51"/>
    <w:rsid w:val="00042D2E"/>
    <w:rsid w:val="00044C82"/>
    <w:rsid w:val="000457DE"/>
    <w:rsid w:val="000479F8"/>
    <w:rsid w:val="00060835"/>
    <w:rsid w:val="00063362"/>
    <w:rsid w:val="00070ED6"/>
    <w:rsid w:val="000742DC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2D7"/>
    <w:rsid w:val="000F1C57"/>
    <w:rsid w:val="000F5615"/>
    <w:rsid w:val="001028EA"/>
    <w:rsid w:val="00110E8F"/>
    <w:rsid w:val="00114DE1"/>
    <w:rsid w:val="00117608"/>
    <w:rsid w:val="001205B7"/>
    <w:rsid w:val="00124BFF"/>
    <w:rsid w:val="00125077"/>
    <w:rsid w:val="0012560E"/>
    <w:rsid w:val="00127108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14CB"/>
    <w:rsid w:val="001A70D2"/>
    <w:rsid w:val="001B1AD2"/>
    <w:rsid w:val="001D657B"/>
    <w:rsid w:val="001D7B54"/>
    <w:rsid w:val="001E01F1"/>
    <w:rsid w:val="001E0209"/>
    <w:rsid w:val="001F0ED3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544E3"/>
    <w:rsid w:val="00264391"/>
    <w:rsid w:val="00270DC4"/>
    <w:rsid w:val="00274057"/>
    <w:rsid w:val="00281FF2"/>
    <w:rsid w:val="002857DE"/>
    <w:rsid w:val="0029003C"/>
    <w:rsid w:val="00291567"/>
    <w:rsid w:val="002A22BF"/>
    <w:rsid w:val="002A2389"/>
    <w:rsid w:val="002A36E3"/>
    <w:rsid w:val="002A671D"/>
    <w:rsid w:val="002A79BD"/>
    <w:rsid w:val="002B08DC"/>
    <w:rsid w:val="002B4D55"/>
    <w:rsid w:val="002B5EA0"/>
    <w:rsid w:val="002B6119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07BE"/>
    <w:rsid w:val="003343CF"/>
    <w:rsid w:val="003418CA"/>
    <w:rsid w:val="003454F1"/>
    <w:rsid w:val="00346FE9"/>
    <w:rsid w:val="003471E4"/>
    <w:rsid w:val="0034759A"/>
    <w:rsid w:val="003503F6"/>
    <w:rsid w:val="00350985"/>
    <w:rsid w:val="003530DD"/>
    <w:rsid w:val="00363F78"/>
    <w:rsid w:val="00381997"/>
    <w:rsid w:val="003A0A5B"/>
    <w:rsid w:val="003A1176"/>
    <w:rsid w:val="003A6945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227D"/>
    <w:rsid w:val="004058FC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5610"/>
    <w:rsid w:val="00445970"/>
    <w:rsid w:val="00457FA3"/>
    <w:rsid w:val="00461EFC"/>
    <w:rsid w:val="0046412A"/>
    <w:rsid w:val="004652C2"/>
    <w:rsid w:val="004706D1"/>
    <w:rsid w:val="00471326"/>
    <w:rsid w:val="00473F9F"/>
    <w:rsid w:val="0047598D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9484D"/>
    <w:rsid w:val="00595209"/>
    <w:rsid w:val="005A0855"/>
    <w:rsid w:val="005A3196"/>
    <w:rsid w:val="005B13AA"/>
    <w:rsid w:val="005C080F"/>
    <w:rsid w:val="005C0A5E"/>
    <w:rsid w:val="005C55E5"/>
    <w:rsid w:val="005C696A"/>
    <w:rsid w:val="005E6E85"/>
    <w:rsid w:val="005E79BB"/>
    <w:rsid w:val="005F31D2"/>
    <w:rsid w:val="006004ED"/>
    <w:rsid w:val="0061029B"/>
    <w:rsid w:val="00616041"/>
    <w:rsid w:val="00617230"/>
    <w:rsid w:val="00621CE1"/>
    <w:rsid w:val="00627FC9"/>
    <w:rsid w:val="00633831"/>
    <w:rsid w:val="006341F1"/>
    <w:rsid w:val="00637F7B"/>
    <w:rsid w:val="00647FA8"/>
    <w:rsid w:val="00650C5F"/>
    <w:rsid w:val="00652718"/>
    <w:rsid w:val="00654934"/>
    <w:rsid w:val="00656922"/>
    <w:rsid w:val="006620D9"/>
    <w:rsid w:val="00671958"/>
    <w:rsid w:val="00673E0E"/>
    <w:rsid w:val="00675843"/>
    <w:rsid w:val="0068491E"/>
    <w:rsid w:val="00692555"/>
    <w:rsid w:val="00692C05"/>
    <w:rsid w:val="00696477"/>
    <w:rsid w:val="006B38EC"/>
    <w:rsid w:val="006B3991"/>
    <w:rsid w:val="006D050F"/>
    <w:rsid w:val="006D06F5"/>
    <w:rsid w:val="006D6139"/>
    <w:rsid w:val="006E00FC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0D23"/>
    <w:rsid w:val="008D3DFB"/>
    <w:rsid w:val="008E3CE2"/>
    <w:rsid w:val="008E64F4"/>
    <w:rsid w:val="008F12C9"/>
    <w:rsid w:val="008F6E29"/>
    <w:rsid w:val="008F7B9D"/>
    <w:rsid w:val="00916188"/>
    <w:rsid w:val="00923D7D"/>
    <w:rsid w:val="00923E99"/>
    <w:rsid w:val="009406AC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315"/>
    <w:rsid w:val="00A21AEA"/>
    <w:rsid w:val="00A22354"/>
    <w:rsid w:val="00A2245B"/>
    <w:rsid w:val="00A30110"/>
    <w:rsid w:val="00A3051C"/>
    <w:rsid w:val="00A33A04"/>
    <w:rsid w:val="00A36899"/>
    <w:rsid w:val="00A371F6"/>
    <w:rsid w:val="00A43BF6"/>
    <w:rsid w:val="00A53FA5"/>
    <w:rsid w:val="00A54817"/>
    <w:rsid w:val="00A601C8"/>
    <w:rsid w:val="00A60799"/>
    <w:rsid w:val="00A64386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566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1C89"/>
    <w:rsid w:val="00B73A23"/>
    <w:rsid w:val="00B75946"/>
    <w:rsid w:val="00B7642D"/>
    <w:rsid w:val="00B767DD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4C91"/>
    <w:rsid w:val="00BE51A6"/>
    <w:rsid w:val="00BE7F96"/>
    <w:rsid w:val="00BF2C41"/>
    <w:rsid w:val="00BF53B2"/>
    <w:rsid w:val="00BF6F79"/>
    <w:rsid w:val="00C058B4"/>
    <w:rsid w:val="00C05F44"/>
    <w:rsid w:val="00C10D20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3C33"/>
    <w:rsid w:val="00CA5089"/>
    <w:rsid w:val="00CC218B"/>
    <w:rsid w:val="00CC4295"/>
    <w:rsid w:val="00CC4EAA"/>
    <w:rsid w:val="00CD5EAD"/>
    <w:rsid w:val="00CD6897"/>
    <w:rsid w:val="00CD7700"/>
    <w:rsid w:val="00CE5BAC"/>
    <w:rsid w:val="00CF25BE"/>
    <w:rsid w:val="00CF7228"/>
    <w:rsid w:val="00CF78ED"/>
    <w:rsid w:val="00D02B25"/>
    <w:rsid w:val="00D02EBA"/>
    <w:rsid w:val="00D05B1A"/>
    <w:rsid w:val="00D0761E"/>
    <w:rsid w:val="00D14589"/>
    <w:rsid w:val="00D17C3C"/>
    <w:rsid w:val="00D232C7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0E5F"/>
    <w:rsid w:val="00D74119"/>
    <w:rsid w:val="00D77326"/>
    <w:rsid w:val="00D8075B"/>
    <w:rsid w:val="00D817FA"/>
    <w:rsid w:val="00D8678B"/>
    <w:rsid w:val="00D90CC9"/>
    <w:rsid w:val="00D91391"/>
    <w:rsid w:val="00DA2114"/>
    <w:rsid w:val="00DA2B47"/>
    <w:rsid w:val="00DB2283"/>
    <w:rsid w:val="00DB339B"/>
    <w:rsid w:val="00DD09AD"/>
    <w:rsid w:val="00DD15E4"/>
    <w:rsid w:val="00DD7F07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1D87"/>
    <w:rsid w:val="00E63348"/>
    <w:rsid w:val="00E742AA"/>
    <w:rsid w:val="00E77E88"/>
    <w:rsid w:val="00E8107D"/>
    <w:rsid w:val="00E94563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48C3"/>
    <w:rsid w:val="00EE5457"/>
    <w:rsid w:val="00EE7ACA"/>
    <w:rsid w:val="00EF1170"/>
    <w:rsid w:val="00EF2FCA"/>
    <w:rsid w:val="00F00166"/>
    <w:rsid w:val="00F03027"/>
    <w:rsid w:val="00F070AB"/>
    <w:rsid w:val="00F12AFD"/>
    <w:rsid w:val="00F17567"/>
    <w:rsid w:val="00F27A7B"/>
    <w:rsid w:val="00F36B29"/>
    <w:rsid w:val="00F36DCE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1FDF"/>
    <w:rsid w:val="00F94407"/>
    <w:rsid w:val="00F974DA"/>
    <w:rsid w:val="00F97D05"/>
    <w:rsid w:val="00FA46E5"/>
    <w:rsid w:val="00FB0BA1"/>
    <w:rsid w:val="00FB13C1"/>
    <w:rsid w:val="00FB6BBD"/>
    <w:rsid w:val="00FB6FF6"/>
    <w:rsid w:val="00FB70C8"/>
    <w:rsid w:val="00FB7DBA"/>
    <w:rsid w:val="00FC1C25"/>
    <w:rsid w:val="00FC1CE3"/>
    <w:rsid w:val="00FC3F45"/>
    <w:rsid w:val="00FD41C5"/>
    <w:rsid w:val="00FD503F"/>
    <w:rsid w:val="00FD555A"/>
    <w:rsid w:val="00FD7589"/>
    <w:rsid w:val="00FD770B"/>
    <w:rsid w:val="00FD7DD3"/>
    <w:rsid w:val="00FE11C1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D197"/>
  <w15:docId w15:val="{CF22E018-669F-4EE5-99EE-B96657FC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3F9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067F3-3982-4879-A62F-CFF149D6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1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15</cp:revision>
  <cp:lastPrinted>2019-02-06T12:12:00Z</cp:lastPrinted>
  <dcterms:created xsi:type="dcterms:W3CDTF">2020-02-17T11:52:00Z</dcterms:created>
  <dcterms:modified xsi:type="dcterms:W3CDTF">2021-09-06T09:46:00Z</dcterms:modified>
</cp:coreProperties>
</file>